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4DB" w:rsidRDefault="00E774DB">
      <w:pPr>
        <w:pStyle w:val="assessmenthead"/>
        <w:spacing w:after="120"/>
        <w:rPr>
          <w:b w:val="0"/>
        </w:rPr>
      </w:pPr>
      <w:r>
        <w:t xml:space="preserve">Linking At-Home Reading to Class </w:t>
      </w:r>
      <w:r>
        <w:br/>
        <w:t>Strategy Lessons: Inference</w:t>
      </w:r>
    </w:p>
    <w:p w:rsidR="00E774DB" w:rsidRDefault="00E774DB">
      <w:pPr>
        <w:pStyle w:val="tbl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6840"/>
        <w:gridCol w:w="3240"/>
      </w:tblGrid>
      <w:tr w:rsidR="00E774DB">
        <w:tblPrEx>
          <w:tblCellMar>
            <w:top w:w="0" w:type="dxa"/>
            <w:bottom w:w="0" w:type="dxa"/>
          </w:tblCellMar>
        </w:tblPrEx>
        <w:trPr>
          <w:trHeight w:val="3536"/>
          <w:jc w:val="center"/>
        </w:trPr>
        <w:tc>
          <w:tcPr>
            <w:tcW w:w="6840" w:type="dxa"/>
            <w:tcMar>
              <w:top w:w="144" w:type="dxa"/>
              <w:left w:w="115" w:type="dxa"/>
              <w:right w:w="115" w:type="dxa"/>
            </w:tcMar>
          </w:tcPr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Date ____________ Book Title _____________________</w:t>
            </w:r>
          </w:p>
          <w:p w:rsidR="00E774DB" w:rsidRDefault="00E774DB">
            <w:pPr>
              <w:pStyle w:val="tbl"/>
              <w:tabs>
                <w:tab w:val="right" w:leader="underscore" w:pos="5760"/>
              </w:tabs>
              <w:spacing w:before="360"/>
              <w:rPr>
                <w:sz w:val="22"/>
              </w:rPr>
            </w:pPr>
            <w:r>
              <w:rPr>
                <w:sz w:val="22"/>
              </w:rPr>
              <w:t>Inferences I made while reading at home:</w:t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spacing w:before="360"/>
              <w:rPr>
                <w:b/>
              </w:rPr>
            </w:pPr>
            <w:r>
              <w:rPr>
                <w:sz w:val="22"/>
              </w:rPr>
              <w:t>Parent signature _______________________________________</w:t>
            </w:r>
          </w:p>
        </w:tc>
        <w:tc>
          <w:tcPr>
            <w:tcW w:w="3240" w:type="dxa"/>
          </w:tcPr>
          <w:p w:rsidR="00E774DB" w:rsidRDefault="00E774DB">
            <w:pPr>
              <w:pStyle w:val="tbl"/>
              <w:ind w:left="72"/>
              <w:rPr>
                <w:b/>
                <w:sz w:val="22"/>
              </w:rPr>
            </w:pPr>
            <w:r>
              <w:rPr>
                <w:b/>
                <w:sz w:val="22"/>
              </w:rPr>
              <w:t>Inference based</w:t>
            </w:r>
            <w:r>
              <w:rPr>
                <w:b/>
                <w:sz w:val="22"/>
              </w:rPr>
              <w:br/>
              <w:t>on page ______.</w:t>
            </w: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</w:tc>
      </w:tr>
    </w:tbl>
    <w:p w:rsidR="00E774DB" w:rsidRDefault="00E774DB">
      <w:pPr>
        <w:pStyle w:val="tbl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  <w:gridCol w:w="3240"/>
      </w:tblGrid>
      <w:tr w:rsidR="00E774DB">
        <w:tblPrEx>
          <w:tblCellMar>
            <w:top w:w="0" w:type="dxa"/>
            <w:bottom w:w="0" w:type="dxa"/>
          </w:tblCellMar>
        </w:tblPrEx>
        <w:trPr>
          <w:trHeight w:val="3536"/>
          <w:jc w:val="center"/>
        </w:trPr>
        <w:tc>
          <w:tcPr>
            <w:tcW w:w="6840" w:type="dxa"/>
            <w:tcMar>
              <w:top w:w="144" w:type="dxa"/>
              <w:left w:w="115" w:type="dxa"/>
              <w:right w:w="115" w:type="dxa"/>
            </w:tcMar>
          </w:tcPr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Date ____________ Book Title _____________________</w:t>
            </w:r>
          </w:p>
          <w:p w:rsidR="00E774DB" w:rsidRDefault="00E774DB">
            <w:pPr>
              <w:pStyle w:val="tbl"/>
              <w:tabs>
                <w:tab w:val="right" w:leader="underscore" w:pos="5760"/>
              </w:tabs>
              <w:spacing w:before="360"/>
              <w:rPr>
                <w:sz w:val="22"/>
              </w:rPr>
            </w:pPr>
            <w:r>
              <w:rPr>
                <w:sz w:val="22"/>
              </w:rPr>
              <w:t>Inferences I made while reading at home:</w:t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spacing w:before="360"/>
              <w:rPr>
                <w:b/>
              </w:rPr>
            </w:pPr>
            <w:r>
              <w:rPr>
                <w:sz w:val="22"/>
              </w:rPr>
              <w:t>Parent signature _______________________________________</w:t>
            </w:r>
          </w:p>
        </w:tc>
        <w:tc>
          <w:tcPr>
            <w:tcW w:w="3240" w:type="dxa"/>
          </w:tcPr>
          <w:p w:rsidR="00E774DB" w:rsidRDefault="00E774DB">
            <w:pPr>
              <w:pStyle w:val="tbl"/>
              <w:ind w:left="72"/>
              <w:rPr>
                <w:b/>
                <w:sz w:val="22"/>
              </w:rPr>
            </w:pPr>
            <w:r>
              <w:rPr>
                <w:b/>
                <w:sz w:val="22"/>
              </w:rPr>
              <w:t>Inference based</w:t>
            </w:r>
            <w:r>
              <w:rPr>
                <w:b/>
                <w:sz w:val="22"/>
              </w:rPr>
              <w:br/>
              <w:t>on page ______.</w:t>
            </w: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</w:tc>
      </w:tr>
    </w:tbl>
    <w:p w:rsidR="00E774DB" w:rsidRDefault="00E774DB">
      <w:pPr>
        <w:pStyle w:val="tbl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40"/>
        <w:gridCol w:w="3240"/>
      </w:tblGrid>
      <w:tr w:rsidR="00E774DB">
        <w:tblPrEx>
          <w:tblCellMar>
            <w:top w:w="0" w:type="dxa"/>
            <w:bottom w:w="0" w:type="dxa"/>
          </w:tblCellMar>
        </w:tblPrEx>
        <w:trPr>
          <w:trHeight w:val="3536"/>
          <w:jc w:val="center"/>
        </w:trPr>
        <w:tc>
          <w:tcPr>
            <w:tcW w:w="6840" w:type="dxa"/>
            <w:tcMar>
              <w:top w:w="144" w:type="dxa"/>
              <w:left w:w="115" w:type="dxa"/>
              <w:right w:w="115" w:type="dxa"/>
            </w:tcMar>
          </w:tcPr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>Date ____________ Book Title _____________________</w:t>
            </w:r>
          </w:p>
          <w:p w:rsidR="00E774DB" w:rsidRDefault="00E774DB">
            <w:pPr>
              <w:pStyle w:val="tbl"/>
              <w:tabs>
                <w:tab w:val="right" w:leader="underscore" w:pos="5760"/>
              </w:tabs>
              <w:spacing w:before="360"/>
              <w:rPr>
                <w:sz w:val="22"/>
              </w:rPr>
            </w:pPr>
            <w:r>
              <w:rPr>
                <w:sz w:val="22"/>
              </w:rPr>
              <w:t>Inferences I made while reading at home:</w:t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1.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2.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3.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6275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>4.</w:t>
            </w: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right" w:leader="underscore" w:pos="2880"/>
                <w:tab w:val="right" w:leader="underscore" w:pos="5760"/>
                <w:tab w:val="right" w:leader="underscore" w:pos="6455"/>
              </w:tabs>
              <w:spacing w:before="360"/>
              <w:rPr>
                <w:b/>
              </w:rPr>
            </w:pPr>
            <w:r>
              <w:rPr>
                <w:sz w:val="22"/>
              </w:rPr>
              <w:t>Parent signature _______________________________________</w:t>
            </w:r>
          </w:p>
        </w:tc>
        <w:tc>
          <w:tcPr>
            <w:tcW w:w="3240" w:type="dxa"/>
          </w:tcPr>
          <w:p w:rsidR="00E774DB" w:rsidRDefault="00E774DB">
            <w:pPr>
              <w:pStyle w:val="tbl"/>
              <w:ind w:left="72"/>
              <w:rPr>
                <w:b/>
                <w:sz w:val="22"/>
              </w:rPr>
            </w:pPr>
            <w:r>
              <w:rPr>
                <w:b/>
                <w:sz w:val="22"/>
              </w:rPr>
              <w:t>Inference based</w:t>
            </w:r>
            <w:r>
              <w:rPr>
                <w:b/>
                <w:sz w:val="22"/>
              </w:rPr>
              <w:br/>
              <w:t>on page ______.</w:t>
            </w: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pos="72"/>
              </w:tabs>
              <w:rPr>
                <w:b/>
                <w:sz w:val="22"/>
              </w:rPr>
            </w:pP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  <w:p w:rsidR="00E774DB" w:rsidRDefault="00E774DB">
            <w:pPr>
              <w:pStyle w:val="tbl"/>
              <w:tabs>
                <w:tab w:val="left" w:leader="underscore" w:pos="2862"/>
              </w:tabs>
              <w:spacing w:before="240"/>
              <w:rPr>
                <w:b/>
                <w:sz w:val="22"/>
              </w:rPr>
            </w:pPr>
            <w:r>
              <w:rPr>
                <w:b/>
                <w:sz w:val="22"/>
              </w:rPr>
              <w:tab/>
            </w:r>
          </w:p>
        </w:tc>
      </w:tr>
    </w:tbl>
    <w:p w:rsidR="00E774DB" w:rsidRDefault="00E774DB">
      <w:pPr>
        <w:pStyle w:val="tbl"/>
      </w:pPr>
    </w:p>
    <w:sectPr w:rsidR="00E774DB">
      <w:footerReference w:type="default" r:id="rId7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4DB" w:rsidRDefault="00E774DB">
      <w:r>
        <w:separator/>
      </w:r>
    </w:p>
  </w:endnote>
  <w:endnote w:type="continuationSeparator" w:id="0">
    <w:p w:rsidR="00E774DB" w:rsidRDefault="00E77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 Roman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4DB" w:rsidRPr="00FF5DF5" w:rsidRDefault="00E774DB" w:rsidP="00E774DB">
    <w:pPr>
      <w:pStyle w:val="Footer"/>
      <w:spacing w:before="120"/>
    </w:pPr>
    <w:r w:rsidRPr="00FF5DF5">
      <w:t xml:space="preserve">May be copied for classroom use. © 2005 by Linda Hoyt from </w:t>
    </w:r>
    <w:r w:rsidRPr="00FF5DF5">
      <w:rPr>
        <w:i/>
      </w:rPr>
      <w:t>Spotlight on Comprehension.</w:t>
    </w:r>
    <w:r w:rsidRPr="00FF5DF5">
      <w:t xml:space="preserve"> Portsmouth, NH: Heinemann. Used with permission.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4DB" w:rsidRDefault="00E774DB">
      <w:r>
        <w:separator/>
      </w:r>
    </w:p>
  </w:footnote>
  <w:footnote w:type="continuationSeparator" w:id="0">
    <w:p w:rsidR="00E774DB" w:rsidRDefault="00E77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embedSystemFonts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DF5"/>
    <w:rsid w:val="000F0366"/>
    <w:rsid w:val="007C567B"/>
    <w:rsid w:val="00E77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rsid w:val="00FF5DF5"/>
    <w:pPr>
      <w:spacing w:before="240"/>
    </w:pPr>
    <w:rPr>
      <w:sz w:val="16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ind w:left="360"/>
      <w:outlineLvl w:val="0"/>
    </w:pPr>
    <w:rPr>
      <w:b/>
      <w:sz w:val="26"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paragraph" w:customStyle="1" w:styleId="ah1">
    <w:name w:val="ah1"/>
    <w:basedOn w:val="Normal"/>
    <w:pPr>
      <w:spacing w:before="120" w:line="540" w:lineRule="exact"/>
      <w:jc w:val="center"/>
    </w:pPr>
    <w:rPr>
      <w:rFonts w:ascii="Times New Roman" w:hAnsi="Times New Roman"/>
      <w:b/>
      <w:smallCaps/>
      <w:sz w:val="44"/>
    </w:rPr>
  </w:style>
  <w:style w:type="paragraph" w:customStyle="1" w:styleId="ReproTExt">
    <w:name w:val="Repro TExt"/>
    <w:pPr>
      <w:spacing w:line="640" w:lineRule="exact"/>
    </w:pPr>
    <w:rPr>
      <w:rFonts w:ascii="Myriad Roman" w:hAnsi="Myriad Roman"/>
      <w:sz w:val="28"/>
      <w:lang w:val="en-US" w:eastAsia="en-US"/>
    </w:rPr>
  </w:style>
  <w:style w:type="paragraph" w:styleId="BlockText">
    <w:name w:val="Block Text"/>
    <w:basedOn w:val="Normal"/>
    <w:pPr>
      <w:tabs>
        <w:tab w:val="left" w:pos="4500"/>
        <w:tab w:val="left" w:pos="6660"/>
      </w:tabs>
      <w:spacing w:after="160" w:line="320" w:lineRule="exact"/>
      <w:ind w:left="360" w:right="360"/>
    </w:pPr>
    <w:rPr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RRRCh2bw_Linkathome.doc</Template>
  <TotalTime>1</TotalTime>
  <Pages>1</Pages>
  <Words>102</Words>
  <Characters>588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JEANINE DUNKLEY</cp:lastModifiedBy>
  <cp:revision>2</cp:revision>
  <cp:lastPrinted>2010-05-18T23:13:00Z</cp:lastPrinted>
  <dcterms:created xsi:type="dcterms:W3CDTF">2010-05-18T23:14:00Z</dcterms:created>
  <dcterms:modified xsi:type="dcterms:W3CDTF">2010-05-18T23:14:00Z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